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77777777" w:rsidR="000C2633" w:rsidRPr="00973885" w:rsidRDefault="00592D2E" w:rsidP="00973885">
            <w:pPr>
              <w:pStyle w:val="Nadpis2"/>
            </w:pPr>
            <w:r>
              <w:t>IČ: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44522C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063AD6CE" w:rsidR="008A6F05" w:rsidRPr="00973885" w:rsidRDefault="0044522C" w:rsidP="00451AC8">
      <w:pPr>
        <w:spacing w:after="0"/>
      </w:pPr>
      <w:r w:rsidRPr="00B94C8B">
        <w:rPr>
          <w:b/>
          <w:bCs/>
          <w:sz w:val="24"/>
          <w:szCs w:val="24"/>
        </w:rPr>
        <w:t>VYPLNĚNOU PŘÍLOHU ÚČASTNÍK VLOŽÍ DO NABÍDKY</w:t>
      </w:r>
    </w:p>
    <w:sectPr w:rsidR="008A6F05" w:rsidRPr="00973885" w:rsidSect="00A43C2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9540" w14:textId="77777777" w:rsidR="000C2633" w:rsidRDefault="008A6F05">
    <w:pPr>
      <w:pStyle w:val="Zpat"/>
      <w:jc w:val="right"/>
    </w:pPr>
    <w:r>
      <w:rPr>
        <w:lang w:bidi="cs-CZ"/>
      </w:rPr>
      <w:fldChar w:fldCharType="begin"/>
    </w:r>
    <w:r>
      <w:rPr>
        <w:lang w:bidi="cs-CZ"/>
      </w:rPr>
      <w:instrText xml:space="preserve"> PAGE   \* MERGEFORMAT </w:instrText>
    </w:r>
    <w:r>
      <w:rPr>
        <w:lang w:bidi="cs-CZ"/>
      </w:rPr>
      <w:fldChar w:fldCharType="separate"/>
    </w:r>
    <w:r>
      <w:rPr>
        <w:noProof/>
        <w:lang w:bidi="cs-CZ"/>
      </w:rPr>
      <w:t>2</w:t>
    </w:r>
    <w:r>
      <w:rPr>
        <w:noProof/>
        <w:lang w:bidi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4417" w14:textId="5B1D9E04" w:rsidR="008F042E" w:rsidRDefault="00936824" w:rsidP="00936824">
    <w:pPr>
      <w:pStyle w:val="Zpat"/>
      <w:ind w:left="-284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3EF06" wp14:editId="3739DAF0">
              <wp:simplePos x="0" y="0"/>
              <wp:positionH relativeFrom="column">
                <wp:posOffset>-284481</wp:posOffset>
              </wp:positionH>
              <wp:positionV relativeFrom="paragraph">
                <wp:posOffset>69850</wp:posOffset>
              </wp:positionV>
              <wp:extent cx="6486525" cy="11430"/>
              <wp:effectExtent l="0" t="0" r="28575" b="2667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6525" cy="114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D14B6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5.5pt" to="488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" strokecolor="#4579b8 [3044]"/>
          </w:pict>
        </mc:Fallback>
      </mc:AlternateContent>
    </w:r>
  </w:p>
  <w:p w14:paraId="6CB05699" w14:textId="11FBC550" w:rsidR="008F042E" w:rsidRPr="004F1256" w:rsidRDefault="008F042E" w:rsidP="00936824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43F70A37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 xml:space="preserve">OR: vedený Krajským soudem v Hradci Králové, oddíl B, vložka 2629 • IČ: 275 20 536 • DIČ: CZ27520536 • Č.b.ú.: </w:t>
    </w:r>
    <w:r>
      <w:rPr>
        <w:rFonts w:ascii="Tahoma" w:hAnsi="Tahoma" w:cs="Tahoma"/>
        <w:sz w:val="16"/>
        <w:szCs w:val="16"/>
      </w:rPr>
      <w:t>280123725/0300</w:t>
    </w:r>
  </w:p>
  <w:p w14:paraId="774FC9B4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944" w14:textId="77777777" w:rsidR="000C2633" w:rsidRDefault="000C2633" w:rsidP="0064620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B09F" w14:textId="04C94A9E" w:rsidR="000C2633" w:rsidRDefault="00A73DD5">
    <w:pPr>
      <w:pStyle w:val="Zhlav"/>
    </w:pPr>
    <w:r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43593BEA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DEDB9" w14:textId="77777777" w:rsidR="00A73DD5" w:rsidRDefault="00A73DD5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08B2F1D" w14:textId="77777777" w:rsidR="00A43C24" w:rsidRDefault="00A43C24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" stroked="f">
              <v:textbox>
                <w:txbxContent>
                  <w:p w14:paraId="599DEDB9" w14:textId="77777777" w:rsidR="00A73DD5" w:rsidRDefault="00A73DD5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08B2F1D" w14:textId="77777777" w:rsidR="00A43C24" w:rsidRDefault="00A43C24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71A3A"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4CE755E2">
          <wp:simplePos x="0" y="0"/>
          <wp:positionH relativeFrom="margin">
            <wp:align>right</wp:align>
          </wp:positionH>
          <wp:positionV relativeFrom="paragraph">
            <wp:posOffset>-360045</wp:posOffset>
          </wp:positionV>
          <wp:extent cx="1447200" cy="388800"/>
          <wp:effectExtent l="0" t="0" r="63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200" cy="38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0503967">
    <w:abstractNumId w:val="11"/>
  </w:num>
  <w:num w:numId="2" w16cid:durableId="1118068386">
    <w:abstractNumId w:val="10"/>
  </w:num>
  <w:num w:numId="3" w16cid:durableId="1355837875">
    <w:abstractNumId w:val="9"/>
  </w:num>
  <w:num w:numId="4" w16cid:durableId="1009480560">
    <w:abstractNumId w:val="8"/>
  </w:num>
  <w:num w:numId="5" w16cid:durableId="386800283">
    <w:abstractNumId w:val="7"/>
  </w:num>
  <w:num w:numId="6" w16cid:durableId="642809144">
    <w:abstractNumId w:val="6"/>
  </w:num>
  <w:num w:numId="7" w16cid:durableId="497617629">
    <w:abstractNumId w:val="5"/>
  </w:num>
  <w:num w:numId="8" w16cid:durableId="291130103">
    <w:abstractNumId w:val="4"/>
  </w:num>
  <w:num w:numId="9" w16cid:durableId="1180391548">
    <w:abstractNumId w:val="3"/>
  </w:num>
  <w:num w:numId="10" w16cid:durableId="535511985">
    <w:abstractNumId w:val="2"/>
  </w:num>
  <w:num w:numId="11" w16cid:durableId="1402826280">
    <w:abstractNumId w:val="1"/>
  </w:num>
  <w:num w:numId="12" w16cid:durableId="785733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B2528"/>
    <w:rsid w:val="000C02F4"/>
    <w:rsid w:val="000C2633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E6DD7"/>
    <w:rsid w:val="003F19D0"/>
    <w:rsid w:val="003F7756"/>
    <w:rsid w:val="0040057F"/>
    <w:rsid w:val="0044522C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C6C8C"/>
    <w:rsid w:val="006E5D77"/>
    <w:rsid w:val="00761239"/>
    <w:rsid w:val="00773476"/>
    <w:rsid w:val="00795023"/>
    <w:rsid w:val="007E23BC"/>
    <w:rsid w:val="007F086A"/>
    <w:rsid w:val="00802707"/>
    <w:rsid w:val="008156CB"/>
    <w:rsid w:val="00837F9D"/>
    <w:rsid w:val="008527F0"/>
    <w:rsid w:val="00857401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E0586"/>
    <w:rsid w:val="00B42047"/>
    <w:rsid w:val="00B8392C"/>
    <w:rsid w:val="00B92C11"/>
    <w:rsid w:val="00BA478E"/>
    <w:rsid w:val="00BC7D19"/>
    <w:rsid w:val="00BE104B"/>
    <w:rsid w:val="00BE2B5A"/>
    <w:rsid w:val="00C07439"/>
    <w:rsid w:val="00C16B50"/>
    <w:rsid w:val="00C26D0F"/>
    <w:rsid w:val="00C5493D"/>
    <w:rsid w:val="00C90669"/>
    <w:rsid w:val="00C97885"/>
    <w:rsid w:val="00CA1C12"/>
    <w:rsid w:val="00CA7DE2"/>
    <w:rsid w:val="00CC0619"/>
    <w:rsid w:val="00CD182B"/>
    <w:rsid w:val="00D2769F"/>
    <w:rsid w:val="00D72F8E"/>
    <w:rsid w:val="00D7348B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nhideWhenUsed/>
  </w:style>
  <w:style w:type="character" w:customStyle="1" w:styleId="ZpatChar">
    <w:name w:val="Zápatí Char"/>
    <w:basedOn w:val="Standardnpsmoodstavce"/>
    <w:link w:val="Zpat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159</TotalTime>
  <Pages>1</Pages>
  <Words>133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Čížková Jaroslava (PKN-ZAK)</cp:lastModifiedBy>
  <cp:revision>16</cp:revision>
  <cp:lastPrinted>2019-08-19T06:19:00Z</cp:lastPrinted>
  <dcterms:created xsi:type="dcterms:W3CDTF">2019-08-19T06:34:00Z</dcterms:created>
  <dcterms:modified xsi:type="dcterms:W3CDTF">2022-09-07T18:08:00Z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